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EC1C122-626E-496F-AD0D-277FF6EA7422}"/>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